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A9024C">
        <w:rPr>
          <w:rFonts w:cstheme="minorHAnsi"/>
          <w:noProof/>
        </w:rPr>
        <w:t>mercredi 3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E95C58" w:rsidRDefault="00E95C58" w:rsidP="00374A16">
      <w:pPr>
        <w:spacing w:after="120" w:line="240" w:lineRule="auto"/>
        <w:ind w:left="4536"/>
        <w:rPr>
          <w:rFonts w:cs="Arial"/>
        </w:rPr>
      </w:pPr>
    </w:p>
    <w:sectPr w:rsidR="00E95C58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E95C58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E95C58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-1149350</wp:posOffset>
              </wp:positionH>
              <wp:positionV relativeFrom="paragraph">
                <wp:posOffset>-1337945</wp:posOffset>
              </wp:positionV>
              <wp:extent cx="2758440" cy="1316990"/>
              <wp:effectExtent l="0" t="0" r="3810" b="0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58440" cy="13169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A677F" w:rsidRDefault="009155C5" w:rsidP="00FA677F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M</w:t>
                          </w:r>
                          <w:r w:rsidR="00115769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 xml:space="preserve">ulti-accueil </w:t>
                          </w:r>
                          <w:r w:rsidR="00FA677F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Mine d’Eveil</w:t>
                          </w:r>
                        </w:p>
                        <w:p w:rsidR="00256C33" w:rsidRDefault="00FA677F" w:rsidP="00FA677F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Maison de l’Enfance</w:t>
                          </w:r>
                        </w:p>
                        <w:p w:rsidR="00FA677F" w:rsidRPr="00FA677F" w:rsidRDefault="00FA677F" w:rsidP="00FA677F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60 rue de Valongo</w:t>
                          </w:r>
                        </w:p>
                        <w:p w:rsidR="00256C33" w:rsidRDefault="00FD01D4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</w:t>
                          </w:r>
                          <w:r w:rsidR="00115769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800 TRELAZE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FA677F" w:rsidRPr="000F3838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ma-minedeveil-</w:t>
                            </w:r>
                            <w:r w:rsidR="00FA677F" w:rsidRPr="000F3838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pdl@vyv3.fr</w:t>
                            </w:r>
                          </w:hyperlink>
                        </w:p>
                        <w:p w:rsidR="00256C33" w:rsidRDefault="00FA677F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41 42 98 05</w:t>
                          </w:r>
                        </w:p>
                        <w:p w:rsidR="008D46A9" w:rsidRPr="006740D6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844 879</w:t>
                          </w:r>
                          <w:r w:rsidR="009B36BB">
                            <w:rPr>
                              <w:color w:val="878786"/>
                              <w:sz w:val="12"/>
                              <w:szCs w:val="12"/>
                            </w:rPr>
                            <w:t> 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015</w:t>
                          </w:r>
                          <w:r w:rsidR="009B36BB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 02797</w:t>
                          </w:r>
                        </w:p>
                        <w:p w:rsidR="00256C33" w:rsidRPr="00BD52B4" w:rsidRDefault="00A9024C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Le multi-accueil Mine d’Eveil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5pt;margin-top:-105.35pt;width:217.2pt;height:103.7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" stroked="f">
              <v:textbox>
                <w:txbxContent>
                  <w:p w:rsidR="00FA677F" w:rsidRDefault="009155C5" w:rsidP="00FA677F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M</w:t>
                    </w:r>
                    <w:r w:rsidR="00115769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 xml:space="preserve">ulti-accueil </w:t>
                    </w:r>
                    <w:r w:rsidR="00FA677F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Mine d’Eveil</w:t>
                    </w:r>
                  </w:p>
                  <w:p w:rsidR="00256C33" w:rsidRDefault="00FA677F" w:rsidP="00FA677F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Maison de l’Enfance</w:t>
                    </w:r>
                  </w:p>
                  <w:p w:rsidR="00FA677F" w:rsidRPr="00FA677F" w:rsidRDefault="00FA677F" w:rsidP="00FA677F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60 rue de Valongo</w:t>
                    </w:r>
                  </w:p>
                  <w:p w:rsidR="00256C33" w:rsidRDefault="00FD01D4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</w:t>
                    </w:r>
                    <w:r w:rsidR="00115769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800 TRELAZE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FA677F" w:rsidRPr="000F3838">
                        <w:rPr>
                          <w:rStyle w:val="Lienhypertexte"/>
                          <w:sz w:val="16"/>
                          <w:szCs w:val="16"/>
                        </w:rPr>
                        <w:t>ma-minedeveil-</w:t>
                      </w:r>
                      <w:r w:rsidR="00FA677F" w:rsidRPr="000F3838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pdl@vyv3.fr</w:t>
                      </w:r>
                    </w:hyperlink>
                  </w:p>
                  <w:p w:rsidR="00256C33" w:rsidRDefault="00FA677F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41 42 98 05</w:t>
                    </w:r>
                  </w:p>
                  <w:p w:rsidR="008D46A9" w:rsidRPr="006740D6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844 879</w:t>
                    </w:r>
                    <w:r w:rsidR="009B36BB">
                      <w:rPr>
                        <w:color w:val="878786"/>
                        <w:sz w:val="12"/>
                        <w:szCs w:val="12"/>
                      </w:rPr>
                      <w:t> 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015</w:t>
                    </w:r>
                    <w:r w:rsidR="009B36BB">
                      <w:rPr>
                        <w:color w:val="878786"/>
                        <w:sz w:val="12"/>
                        <w:szCs w:val="12"/>
                      </w:rPr>
                      <w:t xml:space="preserve"> 02797</w:t>
                    </w:r>
                  </w:p>
                  <w:p w:rsidR="00256C33" w:rsidRPr="00BD52B4" w:rsidRDefault="00A9024C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Le multi-accueil Mine d’Eveil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9B36BB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9B36BB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49153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15769"/>
    <w:rsid w:val="0014088C"/>
    <w:rsid w:val="00142515"/>
    <w:rsid w:val="00153624"/>
    <w:rsid w:val="00156049"/>
    <w:rsid w:val="00174A68"/>
    <w:rsid w:val="001A3649"/>
    <w:rsid w:val="001E552F"/>
    <w:rsid w:val="00200695"/>
    <w:rsid w:val="00202F77"/>
    <w:rsid w:val="00211371"/>
    <w:rsid w:val="00233897"/>
    <w:rsid w:val="00252C3B"/>
    <w:rsid w:val="00256C33"/>
    <w:rsid w:val="00263232"/>
    <w:rsid w:val="002673D5"/>
    <w:rsid w:val="00270005"/>
    <w:rsid w:val="002A390B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C143E"/>
    <w:rsid w:val="003F585D"/>
    <w:rsid w:val="00400759"/>
    <w:rsid w:val="0041432D"/>
    <w:rsid w:val="0043337D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1388E"/>
    <w:rsid w:val="00817885"/>
    <w:rsid w:val="00825D8D"/>
    <w:rsid w:val="0084285C"/>
    <w:rsid w:val="00864099"/>
    <w:rsid w:val="00890BA9"/>
    <w:rsid w:val="00897D41"/>
    <w:rsid w:val="008D46A9"/>
    <w:rsid w:val="009155C5"/>
    <w:rsid w:val="00916C57"/>
    <w:rsid w:val="009410E1"/>
    <w:rsid w:val="0094735E"/>
    <w:rsid w:val="00974569"/>
    <w:rsid w:val="00982C39"/>
    <w:rsid w:val="00985DF7"/>
    <w:rsid w:val="009B36BB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024C"/>
    <w:rsid w:val="00A96700"/>
    <w:rsid w:val="00AA5489"/>
    <w:rsid w:val="00AB77A6"/>
    <w:rsid w:val="00AE01B7"/>
    <w:rsid w:val="00AE49B5"/>
    <w:rsid w:val="00AE6890"/>
    <w:rsid w:val="00AF2789"/>
    <w:rsid w:val="00B026D9"/>
    <w:rsid w:val="00B25FE6"/>
    <w:rsid w:val="00B2788E"/>
    <w:rsid w:val="00B41289"/>
    <w:rsid w:val="00B606B9"/>
    <w:rsid w:val="00B72C75"/>
    <w:rsid w:val="00B81977"/>
    <w:rsid w:val="00B90D84"/>
    <w:rsid w:val="00BB1895"/>
    <w:rsid w:val="00BC409A"/>
    <w:rsid w:val="00BD35E1"/>
    <w:rsid w:val="00C35D12"/>
    <w:rsid w:val="00C4344A"/>
    <w:rsid w:val="00C7151D"/>
    <w:rsid w:val="00CA3A38"/>
    <w:rsid w:val="00CA675C"/>
    <w:rsid w:val="00CD0A71"/>
    <w:rsid w:val="00D22528"/>
    <w:rsid w:val="00D268DE"/>
    <w:rsid w:val="00D327B3"/>
    <w:rsid w:val="00D34AFA"/>
    <w:rsid w:val="00D600F0"/>
    <w:rsid w:val="00D612A9"/>
    <w:rsid w:val="00D6685F"/>
    <w:rsid w:val="00D72375"/>
    <w:rsid w:val="00D7696D"/>
    <w:rsid w:val="00D85368"/>
    <w:rsid w:val="00DB476A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95C58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A677F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6F7DA59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-minedeveil-pdl@vyv3.fr" TargetMode="External"/><Relationship Id="rId1" Type="http://schemas.openxmlformats.org/officeDocument/2006/relationships/hyperlink" Target="mailto:ma-minedeveil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82FF9-7F62-4B37-B0E4-C032F3E89FF6}">
  <ds:schemaRefs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dcmitype/"/>
    <ds:schemaRef ds:uri="b7fc1b99-8ebe-4374-9cc1-f5204f903109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14d88cad-2694-4fc8-ba0f-2537f7b00320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486E02B2-A06C-4A42-A506-11484DC63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4</TotalTime>
  <Pages>2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6</cp:revision>
  <cp:lastPrinted>2023-11-24T09:09:00Z</cp:lastPrinted>
  <dcterms:created xsi:type="dcterms:W3CDTF">2023-12-15T15:02:00Z</dcterms:created>
  <dcterms:modified xsi:type="dcterms:W3CDTF">2024-01-03T14:22:00Z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